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FEF" w:rsidRDefault="008F6FEF">
      <w:pPr>
        <w:spacing w:line="540" w:lineRule="exact"/>
        <w:jc w:val="left"/>
        <w:rPr>
          <w:rFonts w:ascii="??" w:hAnsi="??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附件</w:t>
      </w:r>
      <w:r>
        <w:rPr>
          <w:rFonts w:ascii="??" w:hAnsi="??" w:cs="宋体"/>
          <w:kern w:val="0"/>
          <w:sz w:val="32"/>
          <w:szCs w:val="32"/>
        </w:rPr>
        <w:t>1</w:t>
      </w:r>
      <w:r>
        <w:rPr>
          <w:rFonts w:ascii="宋体" w:hAnsi="宋体" w:cs="宋体" w:hint="eastAsia"/>
          <w:kern w:val="0"/>
          <w:sz w:val="32"/>
          <w:szCs w:val="32"/>
        </w:rPr>
        <w:t>：</w:t>
      </w:r>
    </w:p>
    <w:p w:rsidR="008F6FEF" w:rsidRDefault="008F6FE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F6FEF" w:rsidRDefault="008F6FE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F6FEF" w:rsidRDefault="008F6FE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F6FEF" w:rsidRDefault="008F6FE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F6FEF" w:rsidRDefault="008F6FE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F6FEF" w:rsidRDefault="008F6FE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F6FEF" w:rsidRDefault="008F6FEF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奇台县</w:t>
      </w:r>
      <w:bookmarkStart w:id="0" w:name="_GoBack"/>
      <w:bookmarkEnd w:id="0"/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8F6FEF" w:rsidRDefault="008F6FE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F6FEF" w:rsidRDefault="008F6FEF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8F6FEF" w:rsidRDefault="008F6FE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F6FEF" w:rsidRDefault="008F6FE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F6FEF" w:rsidRDefault="008F6FE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F6FEF" w:rsidRDefault="008F6FE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F6FEF" w:rsidRDefault="008F6FEF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8F6FEF" w:rsidRDefault="008F6FEF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项目名称：用于体育事业的彩票金</w:t>
      </w:r>
    </w:p>
    <w:p w:rsidR="008F6FEF" w:rsidRDefault="008F6FEF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实施单位（公章）：奇台县文化体育广播影视局</w:t>
      </w:r>
    </w:p>
    <w:p w:rsidR="008F6FEF" w:rsidRDefault="008F6FEF" w:rsidP="00E130B0">
      <w:pPr>
        <w:spacing w:line="700" w:lineRule="exact"/>
        <w:ind w:firstLineChars="236" w:firstLine="3168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主管部门（公章）：奇台县人民政府</w:t>
      </w:r>
      <w:r>
        <w:rPr>
          <w:rFonts w:eastAsia="仿宋_GB2312" w:hAnsi="宋体" w:cs="宋体"/>
          <w:kern w:val="0"/>
          <w:sz w:val="36"/>
          <w:szCs w:val="36"/>
        </w:rPr>
        <w:t xml:space="preserve"> </w:t>
      </w:r>
    </w:p>
    <w:p w:rsidR="008F6FEF" w:rsidRDefault="008F6FEF" w:rsidP="00E130B0">
      <w:pPr>
        <w:spacing w:line="700" w:lineRule="exact"/>
        <w:ind w:firstLineChars="236" w:firstLine="3168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项目负责人（签章）：王晓文</w:t>
      </w:r>
    </w:p>
    <w:p w:rsidR="008F6FEF" w:rsidRDefault="008F6FEF" w:rsidP="00E130B0">
      <w:pPr>
        <w:spacing w:line="700" w:lineRule="exact"/>
        <w:ind w:firstLineChars="236" w:firstLine="31680"/>
        <w:jc w:val="left"/>
        <w:rPr>
          <w:rFonts w:eastAsia="仿宋_GB2312" w:hAnsi="宋体" w:cs="宋体"/>
          <w:kern w:val="0"/>
          <w:sz w:val="30"/>
          <w:szCs w:val="30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/>
          <w:kern w:val="0"/>
          <w:sz w:val="36"/>
          <w:szCs w:val="36"/>
        </w:rPr>
        <w:t xml:space="preserve">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5"/>
          <w:attr w:name="Month" w:val="1"/>
          <w:attr w:name="Year" w:val="2019"/>
        </w:smartTagPr>
        <w:r>
          <w:rPr>
            <w:rFonts w:eastAsia="仿宋_GB2312" w:hAnsi="宋体" w:cs="宋体"/>
            <w:kern w:val="0"/>
            <w:sz w:val="36"/>
            <w:szCs w:val="36"/>
          </w:rPr>
          <w:t>2019</w:t>
        </w:r>
        <w:r>
          <w:rPr>
            <w:rFonts w:eastAsia="仿宋_GB2312" w:hAnsi="宋体" w:cs="宋体" w:hint="eastAsia"/>
            <w:kern w:val="0"/>
            <w:sz w:val="36"/>
            <w:szCs w:val="36"/>
          </w:rPr>
          <w:t>年</w:t>
        </w:r>
        <w:r>
          <w:rPr>
            <w:rFonts w:eastAsia="仿宋_GB2312" w:hAnsi="宋体" w:cs="宋体"/>
            <w:kern w:val="0"/>
            <w:sz w:val="36"/>
            <w:szCs w:val="36"/>
          </w:rPr>
          <w:t>1</w:t>
        </w:r>
        <w:r>
          <w:rPr>
            <w:rFonts w:eastAsia="仿宋_GB2312" w:hAnsi="宋体" w:cs="宋体" w:hint="eastAsia"/>
            <w:kern w:val="0"/>
            <w:sz w:val="36"/>
            <w:szCs w:val="36"/>
          </w:rPr>
          <w:t>月</w:t>
        </w:r>
        <w:r>
          <w:rPr>
            <w:rFonts w:eastAsia="仿宋_GB2312" w:hAnsi="宋体" w:cs="宋体"/>
            <w:kern w:val="0"/>
            <w:sz w:val="36"/>
            <w:szCs w:val="36"/>
          </w:rPr>
          <w:t>25</w:t>
        </w:r>
        <w:r>
          <w:rPr>
            <w:rFonts w:eastAsia="仿宋_GB2312" w:hAnsi="宋体" w:cs="宋体" w:hint="eastAsia"/>
            <w:kern w:val="0"/>
            <w:sz w:val="36"/>
            <w:szCs w:val="36"/>
          </w:rPr>
          <w:t>日</w:t>
        </w:r>
      </w:smartTag>
    </w:p>
    <w:p w:rsidR="008F6FEF" w:rsidRDefault="008F6FEF">
      <w:pPr>
        <w:spacing w:line="540" w:lineRule="exact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 w:rsidR="008F6FEF" w:rsidRDefault="008F6FEF"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 w:rsidR="008F6FEF" w:rsidRDefault="008F6FEF"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 w:rsidR="008F6FEF" w:rsidRDefault="008F6FEF">
      <w:pPr>
        <w:spacing w:line="540" w:lineRule="exact"/>
        <w:ind w:firstLine="64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 w:rsidR="008F6FEF" w:rsidRPr="00617C71" w:rsidRDefault="008F6FEF">
      <w:pPr>
        <w:spacing w:line="540" w:lineRule="exact"/>
        <w:ind w:firstLine="640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一、项目概况</w:t>
      </w:r>
    </w:p>
    <w:p w:rsidR="008F6FEF" w:rsidRPr="00617C71" w:rsidRDefault="008F6FEF">
      <w:pPr>
        <w:spacing w:line="540" w:lineRule="exact"/>
        <w:ind w:firstLine="567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（一）项目单位基本情况</w:t>
      </w:r>
    </w:p>
    <w:p w:rsidR="008F6FEF" w:rsidRPr="00617C71" w:rsidRDefault="008F6FEF">
      <w:pPr>
        <w:spacing w:line="540" w:lineRule="exact"/>
        <w:ind w:firstLine="567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617C71">
        <w:rPr>
          <w:rFonts w:ascii="仿宋_GB2312" w:eastAsia="仿宋_GB2312" w:hAnsi="仿宋_GB2312" w:hint="eastAsia"/>
          <w:kern w:val="0"/>
          <w:sz w:val="32"/>
          <w:szCs w:val="32"/>
        </w:rPr>
        <w:t>贯彻执行党和国家及自治区、自治州关于文化、体育、广播影视、新闻出版（版权）工作的路线、方针、政策和法律、法规、规章；</w:t>
      </w:r>
      <w:r w:rsidRPr="00617C71">
        <w:rPr>
          <w:rFonts w:ascii="仿宋_GB2312" w:eastAsia="仿宋_GB2312" w:hAnsi="仿宋_GB2312" w:cs="宋体" w:hint="eastAsia"/>
          <w:kern w:val="0"/>
          <w:sz w:val="32"/>
          <w:szCs w:val="32"/>
        </w:rPr>
        <w:t>研究制定并组织实施奇台县文化、体育、广播影视、新闻出版（版权）</w:t>
      </w:r>
      <w:r w:rsidRPr="00617C71">
        <w:rPr>
          <w:rFonts w:ascii="仿宋_GB2312" w:eastAsia="仿宋_GB2312" w:hAnsi="仿宋_GB2312" w:hint="eastAsia"/>
          <w:kern w:val="0"/>
          <w:sz w:val="32"/>
          <w:szCs w:val="32"/>
        </w:rPr>
        <w:t>事业发展规划和年度计划。</w:t>
      </w:r>
    </w:p>
    <w:p w:rsidR="008F6FEF" w:rsidRPr="00617C71" w:rsidRDefault="008F6FEF" w:rsidP="00E130B0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（二）项目预算绩效目标设定情况</w:t>
      </w:r>
    </w:p>
    <w:p w:rsidR="008F6FEF" w:rsidRPr="00617C71" w:rsidRDefault="008F6FEF" w:rsidP="00E130B0">
      <w:pPr>
        <w:spacing w:line="540" w:lineRule="exact"/>
        <w:ind w:firstLineChars="181" w:firstLine="31680"/>
        <w:rPr>
          <w:rStyle w:val="Strong"/>
          <w:rFonts w:ascii="仿宋_GB2312" w:eastAsia="仿宋_GB2312" w:cs="宋体"/>
          <w:b w:val="0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预期目标：在全县范围内发展体育活动，增强人民体质。</w:t>
      </w:r>
    </w:p>
    <w:p w:rsidR="008F6FEF" w:rsidRPr="00617C71" w:rsidRDefault="008F6FEF" w:rsidP="00E130B0">
      <w:pPr>
        <w:spacing w:line="540" w:lineRule="exact"/>
        <w:ind w:firstLineChars="181" w:firstLine="31680"/>
        <w:rPr>
          <w:rStyle w:val="Strong"/>
          <w:rFonts w:ascii="仿宋_GB2312" w:eastAsia="仿宋_GB2312" w:cs="宋体"/>
          <w:b w:val="0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用途和主要内容：主要用于</w:t>
      </w:r>
      <w:r w:rsidRPr="00617C71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年体育事业的各项开支。</w:t>
      </w:r>
    </w:p>
    <w:p w:rsidR="008F6FEF" w:rsidRPr="00617C71" w:rsidRDefault="008F6FEF" w:rsidP="00E130B0">
      <w:pPr>
        <w:spacing w:line="540" w:lineRule="exact"/>
        <w:ind w:firstLineChars="181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涉及范围：全县各族人民群众。</w:t>
      </w:r>
    </w:p>
    <w:p w:rsidR="008F6FEF" w:rsidRPr="00617C71" w:rsidRDefault="008F6FEF" w:rsidP="00E130B0">
      <w:pPr>
        <w:ind w:firstLineChars="200" w:firstLine="31680"/>
        <w:jc w:val="left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二、项目资金使用及管理情况</w:t>
      </w:r>
    </w:p>
    <w:p w:rsidR="008F6FEF" w:rsidRPr="00617C71" w:rsidRDefault="008F6FEF" w:rsidP="00E130B0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（一）项目资金安排落实、总投入等情况分析</w:t>
      </w:r>
    </w:p>
    <w:p w:rsidR="008F6FEF" w:rsidRPr="00617C71" w:rsidRDefault="008F6FEF" w:rsidP="00E130B0">
      <w:pPr>
        <w:spacing w:line="540" w:lineRule="exact"/>
        <w:ind w:firstLineChars="200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 w:rsidRPr="00617C71">
        <w:rPr>
          <w:rFonts w:ascii="仿宋_GB2312" w:eastAsia="仿宋_GB2312" w:hAnsi="宋体" w:cs="宋体" w:hint="eastAsia"/>
          <w:kern w:val="0"/>
          <w:sz w:val="32"/>
          <w:szCs w:val="32"/>
        </w:rPr>
        <w:t>用于体育事业的彩票金</w:t>
      </w: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投入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3.06</w:t>
      </w: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万元，全部为上级财政拨款。</w:t>
      </w:r>
    </w:p>
    <w:p w:rsidR="008F6FEF" w:rsidRPr="00617C71" w:rsidRDefault="008F6FEF" w:rsidP="00E130B0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（二）项目资金实际使用情况分析</w:t>
      </w:r>
    </w:p>
    <w:p w:rsidR="008F6FEF" w:rsidRPr="00617C71" w:rsidRDefault="008F6FEF" w:rsidP="00E130B0">
      <w:pPr>
        <w:spacing w:line="540" w:lineRule="exact"/>
        <w:ind w:firstLineChars="200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 w:rsidRPr="00617C71">
        <w:rPr>
          <w:rFonts w:ascii="仿宋_GB2312" w:eastAsia="仿宋_GB2312" w:hAnsi="宋体" w:cs="宋体" w:hint="eastAsia"/>
          <w:kern w:val="0"/>
          <w:sz w:val="32"/>
          <w:szCs w:val="32"/>
        </w:rPr>
        <w:t>用于体育事业的彩票金</w:t>
      </w: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，上级财政投入资金</w:t>
      </w:r>
      <w:r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  <w:t>3.06</w:t>
      </w: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万元，主要用于各项体育活动的裁判费、奖金</w:t>
      </w:r>
      <w:r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、奖品、组织</w:t>
      </w: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等方面开支。</w:t>
      </w:r>
      <w:r w:rsidRPr="00617C71"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  <w:t xml:space="preserve"> </w:t>
      </w:r>
    </w:p>
    <w:p w:rsidR="008F6FEF" w:rsidRPr="00617C71" w:rsidRDefault="008F6FEF" w:rsidP="00E130B0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（三）项目资金管理情况分析</w:t>
      </w:r>
    </w:p>
    <w:p w:rsidR="008F6FEF" w:rsidRPr="00617C71" w:rsidRDefault="008F6FEF" w:rsidP="00E130B0">
      <w:pPr>
        <w:spacing w:line="540" w:lineRule="exact"/>
        <w:ind w:firstLineChars="200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 w:rsidRPr="00617C71">
        <w:rPr>
          <w:rFonts w:ascii="仿宋_GB2312" w:eastAsia="仿宋_GB2312" w:hAnsi="宋体" w:cs="宋体" w:hint="eastAsia"/>
          <w:kern w:val="0"/>
          <w:sz w:val="32"/>
          <w:szCs w:val="32"/>
        </w:rPr>
        <w:t>用于体育事业的彩票金</w:t>
      </w: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实行专款专用。</w:t>
      </w:r>
    </w:p>
    <w:p w:rsidR="008F6FEF" w:rsidRPr="00617C71" w:rsidRDefault="008F6FEF">
      <w:pPr>
        <w:spacing w:line="540" w:lineRule="exact"/>
        <w:ind w:firstLine="640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三、项目组织实施情况</w:t>
      </w:r>
    </w:p>
    <w:p w:rsidR="008F6FEF" w:rsidRPr="00617C71" w:rsidRDefault="008F6FEF" w:rsidP="00E130B0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（一）项目组织情况分析</w:t>
      </w:r>
    </w:p>
    <w:p w:rsidR="008F6FEF" w:rsidRPr="00617C71" w:rsidRDefault="008F6FEF" w:rsidP="00E130B0">
      <w:pPr>
        <w:spacing w:line="540" w:lineRule="exact"/>
        <w:ind w:firstLineChars="200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 w:rsidRPr="00617C71">
        <w:rPr>
          <w:rFonts w:ascii="仿宋_GB2312" w:eastAsia="仿宋_GB2312" w:hAnsi="宋体" w:cs="宋体" w:hint="eastAsia"/>
          <w:kern w:val="0"/>
          <w:sz w:val="32"/>
          <w:szCs w:val="32"/>
        </w:rPr>
        <w:t>用于体育事业的彩票金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由</w:t>
      </w: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奇台县文化体育广播影视局组织实施，未参加招投标。</w:t>
      </w:r>
    </w:p>
    <w:p w:rsidR="008F6FEF" w:rsidRPr="00617C71" w:rsidRDefault="008F6FEF" w:rsidP="00E130B0">
      <w:pPr>
        <w:spacing w:line="540" w:lineRule="exact"/>
        <w:ind w:firstLineChars="181" w:firstLine="31680"/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>（二）项目管理情况分析</w:t>
      </w:r>
    </w:p>
    <w:p w:rsidR="008F6FEF" w:rsidRPr="00617C71" w:rsidRDefault="008F6FEF" w:rsidP="00E130B0">
      <w:pPr>
        <w:spacing w:line="540" w:lineRule="exact"/>
        <w:ind w:firstLineChars="200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 w:rsidRPr="00617C71">
        <w:rPr>
          <w:rFonts w:ascii="仿宋_GB2312" w:eastAsia="仿宋_GB2312" w:hAnsi="宋体" w:cs="宋体" w:hint="eastAsia"/>
          <w:kern w:val="0"/>
          <w:sz w:val="32"/>
          <w:szCs w:val="32"/>
        </w:rPr>
        <w:t>用于体育事业的彩票金</w:t>
      </w: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，由奇台县文化体育广播影视局负责日常检查、监督和管理。</w:t>
      </w:r>
    </w:p>
    <w:p w:rsidR="008F6FEF" w:rsidRPr="00617C71" w:rsidRDefault="008F6FEF">
      <w:pPr>
        <w:spacing w:line="540" w:lineRule="exact"/>
        <w:ind w:firstLine="640"/>
        <w:rPr>
          <w:rStyle w:val="Strong"/>
          <w:rFonts w:ascii="仿宋_GB2312" w:eastAsia="仿宋_GB2312" w:hAnsi="黑体"/>
          <w:sz w:val="32"/>
          <w:szCs w:val="32"/>
        </w:rPr>
      </w:pPr>
      <w:r w:rsidRPr="00617C71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四、项目绩效情况</w:t>
      </w:r>
    </w:p>
    <w:p w:rsidR="008F6FEF" w:rsidRPr="00617C71" w:rsidRDefault="008F6FEF" w:rsidP="00E130B0">
      <w:pPr>
        <w:spacing w:line="540" w:lineRule="exact"/>
        <w:ind w:firstLineChars="181" w:firstLine="31680"/>
        <w:rPr>
          <w:rFonts w:ascii="仿宋_GB2312" w:eastAsia="仿宋_GB2312" w:hAnsi="楷体" w:hint="eastAsia"/>
          <w:b/>
          <w:spacing w:val="-4"/>
          <w:sz w:val="32"/>
          <w:szCs w:val="32"/>
        </w:rPr>
      </w:pPr>
      <w:r w:rsidRPr="00617C71">
        <w:rPr>
          <w:rFonts w:ascii="仿宋_GB2312" w:eastAsia="仿宋_GB2312" w:hAnsi="楷体" w:hint="eastAsia"/>
          <w:b/>
          <w:spacing w:val="-4"/>
          <w:sz w:val="32"/>
          <w:szCs w:val="32"/>
        </w:rPr>
        <w:t>（一）项目绩效目标完成情况分析</w:t>
      </w:r>
    </w:p>
    <w:p w:rsidR="008F6FEF" w:rsidRPr="00617C71" w:rsidRDefault="008F6FEF" w:rsidP="00E130B0">
      <w:pPr>
        <w:spacing w:line="540" w:lineRule="exact"/>
        <w:ind w:firstLineChars="181" w:firstLine="31680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</w:t>
      </w:r>
      <w:r w:rsidRPr="00E130B0">
        <w:rPr>
          <w:rFonts w:ascii="仿宋_GB2312" w:eastAsia="仿宋_GB2312" w:hAnsi="宋体" w:cs="宋体" w:hint="eastAsia"/>
          <w:sz w:val="32"/>
          <w:szCs w:val="32"/>
        </w:rPr>
        <w:t>建立了《奇台县全民健身联席会议制度》，举办了首届江布拉克冰雪节暨徒步活动、广场舞比赛、江布拉克马戏嘉年华等活动，</w:t>
      </w:r>
      <w:r w:rsidRPr="00E130B0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承办了“中糖粮业杯”篮球赛、</w:t>
      </w:r>
      <w:r w:rsidRPr="00E130B0">
        <w:rPr>
          <w:rFonts w:ascii="仿宋_GB2312" w:eastAsia="仿宋_GB2312" w:hAnsi="宋体" w:hint="eastAsia"/>
          <w:sz w:val="32"/>
          <w:szCs w:val="32"/>
        </w:rPr>
        <w:t>“天山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”"/>
        </w:smartTagPr>
        <w:r w:rsidRPr="00E130B0">
          <w:rPr>
            <w:rFonts w:ascii="仿宋_GB2312" w:eastAsia="仿宋_GB2312" w:hAnsi="宋体"/>
            <w:sz w:val="32"/>
            <w:szCs w:val="32"/>
          </w:rPr>
          <w:t>50</w:t>
        </w:r>
        <w:r w:rsidRPr="00E130B0">
          <w:rPr>
            <w:rFonts w:ascii="仿宋_GB2312" w:eastAsia="仿宋_GB2312" w:hAnsi="宋体" w:hint="eastAsia"/>
            <w:sz w:val="32"/>
            <w:szCs w:val="32"/>
          </w:rPr>
          <w:t>”</w:t>
        </w:r>
      </w:smartTag>
      <w:r w:rsidRPr="00E130B0">
        <w:rPr>
          <w:rFonts w:ascii="仿宋_GB2312" w:eastAsia="仿宋_GB2312" w:hAnsi="宋体" w:hint="eastAsia"/>
          <w:sz w:val="32"/>
          <w:szCs w:val="32"/>
        </w:rPr>
        <w:t>亚太地区商学院新疆挑战赛</w:t>
      </w:r>
      <w:r w:rsidRPr="00E130B0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等体育活动，开展全民健身活动</w:t>
      </w:r>
      <w:r w:rsidRPr="00E130B0">
        <w:rPr>
          <w:rFonts w:ascii="仿宋_GB2312" w:eastAsia="仿宋_GB2312" w:hAnsi="仿宋" w:cs="宋体"/>
          <w:bCs/>
          <w:kern w:val="0"/>
          <w:sz w:val="32"/>
          <w:szCs w:val="32"/>
        </w:rPr>
        <w:t>87</w:t>
      </w:r>
      <w:r w:rsidRPr="00E130B0">
        <w:rPr>
          <w:rFonts w:ascii="仿宋_GB2312" w:eastAsia="仿宋_GB2312" w:hAnsi="仿宋" w:cs="宋体" w:hint="eastAsia"/>
          <w:bCs/>
          <w:kern w:val="0"/>
          <w:sz w:val="32"/>
          <w:szCs w:val="32"/>
        </w:rPr>
        <w:t>场次，</w:t>
      </w:r>
      <w:r w:rsidRPr="00E130B0">
        <w:rPr>
          <w:rFonts w:ascii="仿宋_GB2312" w:eastAsia="仿宋_GB2312" w:hAnsi="宋体" w:cs="宋体" w:hint="eastAsia"/>
          <w:sz w:val="32"/>
          <w:szCs w:val="32"/>
        </w:rPr>
        <w:t>推动群众文化体育事业健康发展。</w:t>
      </w:r>
    </w:p>
    <w:p w:rsidR="008F6FEF" w:rsidRPr="00617C71" w:rsidRDefault="008F6FEF" w:rsidP="00E130B0">
      <w:pPr>
        <w:spacing w:line="540" w:lineRule="exact"/>
        <w:ind w:firstLineChars="181" w:firstLine="31680"/>
        <w:rPr>
          <w:rFonts w:ascii="仿宋_GB2312" w:eastAsia="仿宋_GB2312" w:hAnsi="楷体" w:hint="eastAsia"/>
          <w:b/>
          <w:spacing w:val="-4"/>
          <w:sz w:val="32"/>
          <w:szCs w:val="32"/>
        </w:rPr>
      </w:pPr>
      <w:r w:rsidRPr="00617C71">
        <w:rPr>
          <w:rFonts w:ascii="仿宋_GB2312" w:eastAsia="仿宋_GB2312" w:hAnsi="楷体" w:hint="eastAsia"/>
          <w:b/>
          <w:spacing w:val="-4"/>
          <w:sz w:val="32"/>
          <w:szCs w:val="32"/>
        </w:rPr>
        <w:t>（二）项目绩效目标未完成原因分析</w:t>
      </w:r>
    </w:p>
    <w:p w:rsidR="008F6FEF" w:rsidRPr="00617C71" w:rsidRDefault="008F6FEF" w:rsidP="00E130B0">
      <w:pPr>
        <w:spacing w:line="540" w:lineRule="exact"/>
        <w:ind w:firstLineChars="181" w:firstLine="31680"/>
        <w:rPr>
          <w:rFonts w:ascii="仿宋_GB2312" w:eastAsia="仿宋_GB2312" w:cs="宋体"/>
          <w:spacing w:val="-4"/>
          <w:sz w:val="32"/>
          <w:szCs w:val="32"/>
        </w:rPr>
      </w:pPr>
      <w:r w:rsidRPr="00617C71">
        <w:rPr>
          <w:rFonts w:ascii="仿宋_GB2312" w:eastAsia="仿宋_GB2312" w:hAnsi="宋体" w:cs="宋体" w:hint="eastAsia"/>
          <w:spacing w:val="-4"/>
          <w:sz w:val="32"/>
          <w:szCs w:val="32"/>
        </w:rPr>
        <w:t>无。</w:t>
      </w:r>
    </w:p>
    <w:p w:rsidR="008F6FEF" w:rsidRPr="00617C71" w:rsidRDefault="008F6FEF" w:rsidP="00E130B0">
      <w:pPr>
        <w:spacing w:line="540" w:lineRule="exact"/>
        <w:ind w:firstLineChars="181" w:firstLine="31680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五、其他需要说明的问题</w:t>
      </w:r>
    </w:p>
    <w:p w:rsidR="008F6FEF" w:rsidRPr="00617C71" w:rsidRDefault="008F6FEF" w:rsidP="00E130B0">
      <w:pPr>
        <w:spacing w:line="540" w:lineRule="exact"/>
        <w:ind w:firstLineChars="181" w:firstLine="31680"/>
        <w:rPr>
          <w:rFonts w:ascii="仿宋_GB2312" w:eastAsia="仿宋_GB2312" w:hAnsi="楷体" w:hint="eastAsia"/>
          <w:spacing w:val="-4"/>
          <w:sz w:val="32"/>
          <w:szCs w:val="32"/>
        </w:rPr>
      </w:pPr>
      <w:r w:rsidRPr="00617C71">
        <w:rPr>
          <w:rFonts w:ascii="仿宋_GB2312" w:eastAsia="仿宋_GB2312" w:hAnsi="楷体" w:hint="eastAsia"/>
          <w:spacing w:val="-4"/>
          <w:sz w:val="32"/>
          <w:szCs w:val="32"/>
        </w:rPr>
        <w:t>无。</w:t>
      </w:r>
    </w:p>
    <w:p w:rsidR="008F6FEF" w:rsidRPr="00617C71" w:rsidRDefault="008F6FEF">
      <w:pPr>
        <w:spacing w:line="540" w:lineRule="exact"/>
        <w:ind w:firstLine="640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六、项目评价工作情况</w:t>
      </w:r>
    </w:p>
    <w:p w:rsidR="008F6FEF" w:rsidRPr="00617C71" w:rsidRDefault="008F6FEF" w:rsidP="00E130B0">
      <w:pPr>
        <w:spacing w:line="540" w:lineRule="exact"/>
        <w:ind w:firstLineChars="181" w:firstLine="31680"/>
        <w:rPr>
          <w:rStyle w:val="Strong"/>
          <w:rFonts w:ascii="仿宋_GB2312" w:eastAsia="仿宋_GB2312" w:hAnsi="黑体"/>
          <w:b w:val="0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201</w:t>
      </w:r>
      <w:r>
        <w:rPr>
          <w:rStyle w:val="Strong"/>
          <w:rFonts w:ascii="仿宋_GB2312" w:eastAsia="仿宋_GB2312" w:hAnsi="宋体" w:cs="宋体"/>
          <w:b w:val="0"/>
          <w:spacing w:val="-4"/>
          <w:sz w:val="32"/>
          <w:szCs w:val="32"/>
        </w:rPr>
        <w:t>8</w:t>
      </w: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年，各项体育活动的开展，一是极大地丰富了人民群众的体育活动，二是增强了人民群众的身体体质，三是吸引了广大人民群众参加体育活动，提高开展体育活动的积极性。</w:t>
      </w:r>
    </w:p>
    <w:p w:rsidR="008F6FEF" w:rsidRPr="00617C71" w:rsidRDefault="008F6FEF">
      <w:pPr>
        <w:spacing w:line="540" w:lineRule="exact"/>
        <w:ind w:firstLine="640"/>
        <w:rPr>
          <w:rStyle w:val="Strong"/>
          <w:rFonts w:ascii="仿宋_GB2312" w:eastAsia="仿宋_GB2312" w:hAnsi="黑体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黑体" w:hint="eastAsia"/>
          <w:spacing w:val="-4"/>
          <w:sz w:val="32"/>
          <w:szCs w:val="32"/>
        </w:rPr>
        <w:t>七、附表</w:t>
      </w:r>
    </w:p>
    <w:p w:rsidR="008F6FEF" w:rsidRPr="00617C71" w:rsidRDefault="008F6FEF">
      <w:pPr>
        <w:spacing w:line="540" w:lineRule="exact"/>
        <w:ind w:firstLine="567"/>
        <w:rPr>
          <w:rStyle w:val="Strong"/>
          <w:rFonts w:ascii="仿宋_GB2312" w:eastAsia="仿宋_GB2312" w:hAnsi="??"/>
          <w:b w:val="0"/>
          <w:spacing w:val="-4"/>
          <w:sz w:val="32"/>
          <w:szCs w:val="32"/>
        </w:rPr>
      </w:pPr>
      <w:r w:rsidRPr="00617C71">
        <w:rPr>
          <w:rStyle w:val="Strong"/>
          <w:rFonts w:ascii="仿宋_GB2312" w:eastAsia="仿宋_GB2312" w:hAnsi="宋体" w:cs="宋体" w:hint="eastAsia"/>
          <w:b w:val="0"/>
          <w:spacing w:val="-4"/>
          <w:sz w:val="32"/>
          <w:szCs w:val="32"/>
        </w:rPr>
        <w:t>《自治州财政项目支出绩效自评表》</w:t>
      </w:r>
    </w:p>
    <w:p w:rsidR="008F6FEF" w:rsidRDefault="008F6FEF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8F6FEF" w:rsidRDefault="008F6FEF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8F6FEF" w:rsidRDefault="008F6FEF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8F6FEF" w:rsidRDefault="008F6FEF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8F6FEF" w:rsidRDefault="008F6FEF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p w:rsidR="008F6FEF" w:rsidRDefault="008F6FEF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0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8F6FEF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奇台县财政项目支出绩效自评表</w:t>
            </w:r>
          </w:p>
        </w:tc>
      </w:tr>
      <w:tr w:rsidR="008F6FEF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2018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8F6FEF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8F6FEF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用于体育事业的彩票金　</w:t>
            </w:r>
          </w:p>
        </w:tc>
      </w:tr>
      <w:tr w:rsidR="008F6FEF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奇台县文化体育广播影视局　</w:t>
            </w:r>
          </w:p>
        </w:tc>
      </w:tr>
      <w:tr w:rsidR="008F6FEF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3.06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3.06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3.06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3.06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righ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8F6FEF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F6FEF" w:rsidRPr="009C6B6B" w:rsidRDefault="008F6FEF" w:rsidP="008F6FEF">
            <w:pPr>
              <w:spacing w:line="540" w:lineRule="exact"/>
              <w:ind w:firstLineChars="181" w:firstLine="31680"/>
              <w:rPr>
                <w:rFonts w:ascii="宋体" w:cs="宋体"/>
                <w:kern w:val="0"/>
                <w:szCs w:val="21"/>
              </w:rPr>
            </w:pPr>
            <w:r w:rsidRPr="009C6B6B">
              <w:rPr>
                <w:rStyle w:val="Strong"/>
                <w:rFonts w:ascii="宋体" w:hAnsi="宋体" w:cs="宋体" w:hint="eastAsia"/>
                <w:b w:val="0"/>
                <w:spacing w:val="-4"/>
                <w:szCs w:val="21"/>
              </w:rPr>
              <w:t>在全县范围内发展体育活动，增强人民体质。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F6FEF" w:rsidRPr="006D20F0" w:rsidRDefault="008F6FEF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9C6B6B">
              <w:rPr>
                <w:rStyle w:val="Strong"/>
                <w:rFonts w:ascii="宋体" w:hAnsi="宋体" w:cs="宋体"/>
                <w:b w:val="0"/>
                <w:spacing w:val="-4"/>
                <w:szCs w:val="21"/>
              </w:rPr>
              <w:t>201</w:t>
            </w:r>
            <w:r>
              <w:rPr>
                <w:rStyle w:val="Strong"/>
                <w:rFonts w:ascii="宋体" w:hAnsi="宋体" w:cs="宋体"/>
                <w:b w:val="0"/>
                <w:spacing w:val="-4"/>
                <w:szCs w:val="21"/>
              </w:rPr>
              <w:t>8</w:t>
            </w:r>
            <w:r w:rsidRPr="009C6B6B">
              <w:rPr>
                <w:rStyle w:val="Strong"/>
                <w:rFonts w:ascii="宋体" w:hAnsi="宋体" w:cs="宋体" w:hint="eastAsia"/>
                <w:b w:val="0"/>
                <w:spacing w:val="-4"/>
                <w:szCs w:val="21"/>
              </w:rPr>
              <w:t>年，各项体育活动的开展，一是极大地丰富了人民群众的体育活动，二是增强了人民群众的身体体质，三是吸引了广大人民群众参加体育活动，提高开展体育活动的积极性。</w:t>
            </w:r>
          </w:p>
        </w:tc>
      </w:tr>
      <w:tr w:rsidR="008F6FEF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Pr="006D20F0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：全民健身活动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Pr="006D20F0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预计开展各类体育竞赛活动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场次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≥实际举办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场次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cs="宋体" w:hint="eastAsia"/>
                <w:kern w:val="0"/>
                <w:sz w:val="20"/>
                <w:szCs w:val="20"/>
              </w:rPr>
              <w:t>参与人数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预计参与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5000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人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≥实际参与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4000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人次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：资金总投入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预算总投入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3.06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≥实际投入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3.06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>
              <w:rPr>
                <w:rFonts w:asci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cs="宋体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F6FEF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FEF" w:rsidRDefault="008F6FEF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8F6FEF" w:rsidRDefault="008F6FEF">
      <w:pPr>
        <w:spacing w:line="540" w:lineRule="exact"/>
        <w:ind w:firstLine="567"/>
        <w:rPr>
          <w:rStyle w:val="Strong"/>
          <w:rFonts w:ascii="??" w:hAnsi="??"/>
          <w:b w:val="0"/>
          <w:spacing w:val="-4"/>
          <w:sz w:val="32"/>
          <w:szCs w:val="32"/>
        </w:rPr>
      </w:pPr>
    </w:p>
    <w:sectPr w:rsidR="008F6FEF" w:rsidSect="008861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FEF" w:rsidRDefault="008F6FEF" w:rsidP="00886197">
      <w:r>
        <w:separator/>
      </w:r>
    </w:p>
  </w:endnote>
  <w:endnote w:type="continuationSeparator" w:id="1">
    <w:p w:rsidR="008F6FEF" w:rsidRDefault="008F6FEF" w:rsidP="00886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A00002BF" w:usb1="78CF7CFA" w:usb2="00000016" w:usb3="00000000" w:csb0="0016019D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楷体_GB2312"/>
    <w:panose1 w:val="00000000000000000000"/>
    <w:charset w:val="7A"/>
    <w:family w:val="modern"/>
    <w:notTrueType/>
    <w:pitch w:val="default"/>
    <w:sig w:usb0="00000001" w:usb1="00000000" w:usb2="00000000" w:usb3="00000000" w:csb0="00000000" w:csb1="00000000"/>
  </w:font>
  <w:font w:name="仿宋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FEF" w:rsidRDefault="008F6FE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FEF" w:rsidRDefault="008F6FEF">
    <w:pPr>
      <w:pStyle w:val="Footer"/>
      <w:jc w:val="center"/>
    </w:pPr>
    <w:fldSimple w:instr="PAGE   \* MERGEFORMAT">
      <w:r w:rsidRPr="00C12722">
        <w:rPr>
          <w:noProof/>
          <w:lang w:val="zh-CN"/>
        </w:rPr>
        <w:t>4</w:t>
      </w:r>
    </w:fldSimple>
  </w:p>
  <w:p w:rsidR="008F6FEF" w:rsidRDefault="008F6FE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FEF" w:rsidRDefault="008F6F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FEF" w:rsidRDefault="008F6FEF" w:rsidP="00886197">
      <w:r>
        <w:separator/>
      </w:r>
    </w:p>
  </w:footnote>
  <w:footnote w:type="continuationSeparator" w:id="1">
    <w:p w:rsidR="008F6FEF" w:rsidRDefault="008F6FEF" w:rsidP="008861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FEF" w:rsidRDefault="008F6F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FEF" w:rsidRDefault="008F6FEF" w:rsidP="00E130B0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FEF" w:rsidRDefault="008F6F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56465"/>
    <w:rsid w:val="00062828"/>
    <w:rsid w:val="001057B6"/>
    <w:rsid w:val="00121AE4"/>
    <w:rsid w:val="00146AAD"/>
    <w:rsid w:val="00172A27"/>
    <w:rsid w:val="001B3A40"/>
    <w:rsid w:val="001D7842"/>
    <w:rsid w:val="00251774"/>
    <w:rsid w:val="002535E5"/>
    <w:rsid w:val="002C6A9A"/>
    <w:rsid w:val="00367A59"/>
    <w:rsid w:val="00372560"/>
    <w:rsid w:val="003C18BC"/>
    <w:rsid w:val="003E2A3B"/>
    <w:rsid w:val="0041036D"/>
    <w:rsid w:val="00415129"/>
    <w:rsid w:val="004366A8"/>
    <w:rsid w:val="00461897"/>
    <w:rsid w:val="00464900"/>
    <w:rsid w:val="004B616C"/>
    <w:rsid w:val="004B6BED"/>
    <w:rsid w:val="004E5DB1"/>
    <w:rsid w:val="00502BA7"/>
    <w:rsid w:val="005162F1"/>
    <w:rsid w:val="00535153"/>
    <w:rsid w:val="005438FF"/>
    <w:rsid w:val="00554F82"/>
    <w:rsid w:val="005572FB"/>
    <w:rsid w:val="0056390D"/>
    <w:rsid w:val="005719B0"/>
    <w:rsid w:val="005D10D6"/>
    <w:rsid w:val="005D1A54"/>
    <w:rsid w:val="005F6F63"/>
    <w:rsid w:val="00611EF4"/>
    <w:rsid w:val="00617C71"/>
    <w:rsid w:val="00631D1C"/>
    <w:rsid w:val="006475EA"/>
    <w:rsid w:val="006D20F0"/>
    <w:rsid w:val="006D61B1"/>
    <w:rsid w:val="007016C7"/>
    <w:rsid w:val="00724D28"/>
    <w:rsid w:val="007806A5"/>
    <w:rsid w:val="00794431"/>
    <w:rsid w:val="00855E3A"/>
    <w:rsid w:val="00886197"/>
    <w:rsid w:val="008F6FEF"/>
    <w:rsid w:val="00922CB9"/>
    <w:rsid w:val="00986BE8"/>
    <w:rsid w:val="009A4230"/>
    <w:rsid w:val="009C4BBB"/>
    <w:rsid w:val="009C6B6B"/>
    <w:rsid w:val="009E5CD9"/>
    <w:rsid w:val="00A26421"/>
    <w:rsid w:val="00A4293B"/>
    <w:rsid w:val="00A4681E"/>
    <w:rsid w:val="00A67D50"/>
    <w:rsid w:val="00A8691A"/>
    <w:rsid w:val="00AC1946"/>
    <w:rsid w:val="00AC50F1"/>
    <w:rsid w:val="00B352D8"/>
    <w:rsid w:val="00B40063"/>
    <w:rsid w:val="00B41F61"/>
    <w:rsid w:val="00BA46E6"/>
    <w:rsid w:val="00C04C84"/>
    <w:rsid w:val="00C12722"/>
    <w:rsid w:val="00C53AB9"/>
    <w:rsid w:val="00C56C72"/>
    <w:rsid w:val="00C63663"/>
    <w:rsid w:val="00C712D3"/>
    <w:rsid w:val="00CA6457"/>
    <w:rsid w:val="00CB0A9A"/>
    <w:rsid w:val="00D17F2E"/>
    <w:rsid w:val="00D30354"/>
    <w:rsid w:val="00D6756B"/>
    <w:rsid w:val="00DD0E57"/>
    <w:rsid w:val="00DF42A0"/>
    <w:rsid w:val="00E130B0"/>
    <w:rsid w:val="00E46C51"/>
    <w:rsid w:val="00E769FE"/>
    <w:rsid w:val="00E87880"/>
    <w:rsid w:val="00EA2CBE"/>
    <w:rsid w:val="00F32FEE"/>
    <w:rsid w:val="00FB10BB"/>
    <w:rsid w:val="00FD627B"/>
    <w:rsid w:val="00FE7ACC"/>
    <w:rsid w:val="0CFE70EC"/>
    <w:rsid w:val="11DA0264"/>
    <w:rsid w:val="144C5BDC"/>
    <w:rsid w:val="606A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86197"/>
    <w:pPr>
      <w:widowControl w:val="0"/>
      <w:jc w:val="both"/>
    </w:pPr>
    <w:rPr>
      <w:rFonts w:ascii="Times New Roman" w:hAnsi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6197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86197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86197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6197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86197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86197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86197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6197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6197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6197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86197"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86197"/>
    <w:rPr>
      <w:rFonts w:ascii="Cambria" w:eastAsia="宋体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86197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86197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86197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86197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86197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86197"/>
    <w:rPr>
      <w:rFonts w:ascii="Cambria" w:eastAsia="宋体" w:hAnsi="Cambria" w:cs="Times New Roman"/>
    </w:rPr>
  </w:style>
  <w:style w:type="paragraph" w:styleId="BalloonText">
    <w:name w:val="Balloon Text"/>
    <w:basedOn w:val="Normal"/>
    <w:link w:val="BalloonTextChar"/>
    <w:uiPriority w:val="99"/>
    <w:rsid w:val="0088619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6197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88619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86197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8861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86197"/>
    <w:rPr>
      <w:rFonts w:ascii="Calibri" w:eastAsia="宋体" w:hAnsi="Calibri" w:cs="Times New Roman"/>
      <w:kern w:val="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99"/>
    <w:qFormat/>
    <w:rsid w:val="00886197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86197"/>
    <w:rPr>
      <w:rFonts w:ascii="Cambria" w:eastAsia="宋体" w:hAnsi="Cambria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886197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86197"/>
    <w:rPr>
      <w:rFonts w:ascii="Cambria" w:eastAsia="宋体" w:hAnsi="Cambria" w:cs="Times New Roman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886197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86197"/>
    <w:rPr>
      <w:rFonts w:ascii="Calibri" w:hAnsi="Calibri" w:cs="Times New Roman"/>
      <w:b/>
      <w:i/>
      <w:iCs/>
    </w:rPr>
  </w:style>
  <w:style w:type="paragraph" w:customStyle="1" w:styleId="NoSpacing1">
    <w:name w:val="No Spacing1"/>
    <w:basedOn w:val="Normal"/>
    <w:uiPriority w:val="99"/>
    <w:rsid w:val="00886197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ListParagraph1">
    <w:name w:val="List Paragraph1"/>
    <w:basedOn w:val="Normal"/>
    <w:uiPriority w:val="99"/>
    <w:rsid w:val="00886197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Quote1">
    <w:name w:val="Quote1"/>
    <w:basedOn w:val="Normal"/>
    <w:next w:val="Normal"/>
    <w:link w:val="Char"/>
    <w:uiPriority w:val="99"/>
    <w:rsid w:val="00886197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">
    <w:name w:val="引用 Char"/>
    <w:basedOn w:val="DefaultParagraphFont"/>
    <w:link w:val="Quote1"/>
    <w:uiPriority w:val="99"/>
    <w:locked/>
    <w:rsid w:val="00886197"/>
    <w:rPr>
      <w:rFonts w:cs="Times New Roman"/>
      <w:i/>
      <w:sz w:val="24"/>
      <w:szCs w:val="24"/>
    </w:rPr>
  </w:style>
  <w:style w:type="paragraph" w:customStyle="1" w:styleId="IntenseQuote1">
    <w:name w:val="Intense Quote1"/>
    <w:basedOn w:val="Normal"/>
    <w:next w:val="Normal"/>
    <w:link w:val="Char0"/>
    <w:uiPriority w:val="99"/>
    <w:rsid w:val="00886197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Char0">
    <w:name w:val="明显引用 Char"/>
    <w:basedOn w:val="DefaultParagraphFont"/>
    <w:link w:val="IntenseQuote1"/>
    <w:uiPriority w:val="99"/>
    <w:locked/>
    <w:rsid w:val="00886197"/>
    <w:rPr>
      <w:rFonts w:cs="Times New Roman"/>
      <w:b/>
      <w:i/>
      <w:sz w:val="24"/>
    </w:rPr>
  </w:style>
  <w:style w:type="character" w:customStyle="1" w:styleId="SubtleEmphasis1">
    <w:name w:val="Subtle Emphasis1"/>
    <w:uiPriority w:val="99"/>
    <w:rsid w:val="00886197"/>
    <w:rPr>
      <w:i/>
      <w:color w:val="595959"/>
    </w:rPr>
  </w:style>
  <w:style w:type="character" w:customStyle="1" w:styleId="IntenseEmphasis1">
    <w:name w:val="Intense Emphasis1"/>
    <w:basedOn w:val="DefaultParagraphFont"/>
    <w:uiPriority w:val="99"/>
    <w:rsid w:val="00886197"/>
    <w:rPr>
      <w:rFonts w:cs="Times New Roman"/>
      <w:b/>
      <w:i/>
      <w:sz w:val="24"/>
      <w:szCs w:val="24"/>
      <w:u w:val="single"/>
    </w:rPr>
  </w:style>
  <w:style w:type="character" w:customStyle="1" w:styleId="SubtleReference1">
    <w:name w:val="Subtle Reference1"/>
    <w:basedOn w:val="DefaultParagraphFont"/>
    <w:uiPriority w:val="99"/>
    <w:rsid w:val="00886197"/>
    <w:rPr>
      <w:rFonts w:cs="Times New Roman"/>
      <w:sz w:val="24"/>
      <w:szCs w:val="24"/>
      <w:u w:val="single"/>
    </w:rPr>
  </w:style>
  <w:style w:type="character" w:customStyle="1" w:styleId="IntenseReference1">
    <w:name w:val="Intense Reference1"/>
    <w:basedOn w:val="DefaultParagraphFont"/>
    <w:uiPriority w:val="99"/>
    <w:rsid w:val="00886197"/>
    <w:rPr>
      <w:rFonts w:cs="Times New Roman"/>
      <w:b/>
      <w:sz w:val="24"/>
      <w:u w:val="single"/>
    </w:rPr>
  </w:style>
  <w:style w:type="character" w:customStyle="1" w:styleId="BookTitle1">
    <w:name w:val="Book Title1"/>
    <w:basedOn w:val="DefaultParagraphFont"/>
    <w:uiPriority w:val="99"/>
    <w:rsid w:val="00886197"/>
    <w:rPr>
      <w:rFonts w:ascii="Cambria" w:eastAsia="宋体" w:hAnsi="Cambria" w:cs="Times New Roman"/>
      <w:b/>
      <w:i/>
      <w:sz w:val="24"/>
      <w:szCs w:val="24"/>
    </w:rPr>
  </w:style>
  <w:style w:type="paragraph" w:customStyle="1" w:styleId="TOCHeading1">
    <w:name w:val="TOC Heading1"/>
    <w:basedOn w:val="Heading1"/>
    <w:next w:val="Normal"/>
    <w:uiPriority w:val="99"/>
    <w:rsid w:val="00886197"/>
    <w:pPr>
      <w:outlineLvl w:val="9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5</Pages>
  <Words>271</Words>
  <Characters>1549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赵 恺（预算处）</dc:creator>
  <cp:keywords/>
  <dc:description/>
  <cp:lastModifiedBy>微软用户</cp:lastModifiedBy>
  <cp:revision>6</cp:revision>
  <cp:lastPrinted>2019-01-13T12:20:00Z</cp:lastPrinted>
  <dcterms:created xsi:type="dcterms:W3CDTF">2019-01-21T08:46:00Z</dcterms:created>
  <dcterms:modified xsi:type="dcterms:W3CDTF">2019-01-22T02:53:00Z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